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Projekt umowy Rodo.docx</dmsv2BaseFileName>
    <dmsv2BaseDisplayName xmlns="http://schemas.microsoft.com/sharepoint/v3">Załącznik nr 6 do SWZ - Projekt umowy Rodo</dmsv2BaseDisplayName>
    <dmsv2SWPP2ObjectNumber xmlns="http://schemas.microsoft.com/sharepoint/v3">POST/DYS/OLD/GZ/04561/2025                        </dmsv2SWPP2ObjectNumber>
    <dmsv2SWPP2SumMD5 xmlns="http://schemas.microsoft.com/sharepoint/v3">e3547f03102a8bc22893d97099cbe043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701944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24007684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JEUP5JKVCYQC-1133723987-16930</_dlc_DocId>
    <_dlc_DocIdUrl xmlns="a19cb1c7-c5c7-46d4-85ae-d83685407bba">
      <Url>https://swpp2.dms.gkpge.pl/sites/41/_layouts/15/DocIdRedir.aspx?ID=JEUP5JKVCYQC-1133723987-16930</Url>
      <Description>JEUP5JKVCYQC-1133723987-16930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1CA1421B-650F-4025-9922-300E21199F95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BDB6DA7-CA0D-4573-A9CB-6CD07541DA9A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d3cd1463-fbd0-4ee2-8507-b5fee9c7e9eb</vt:lpwstr>
  </property>
</Properties>
</file>